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02B14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16EE26C9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3231921B" w14:textId="77777777" w:rsidR="00F666AD" w:rsidRDefault="00B7608B" w:rsidP="00626C62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124EDA">
              <w:rPr>
                <w:noProof/>
              </w:rPr>
              <w:t>Lääne- Harju</w:t>
            </w:r>
            <w:r w:rsidR="00F666AD">
              <w:rPr>
                <w:noProof/>
              </w:rPr>
              <w:t xml:space="preserve"> Vallavalitsus</w:t>
            </w:r>
          </w:p>
          <w:p w14:paraId="32BEE89B" w14:textId="77777777" w:rsidR="00E85637" w:rsidRDefault="00124EDA" w:rsidP="00F666AD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info@laaneharju</w:t>
            </w:r>
            <w:r w:rsidR="00F666AD">
              <w:rPr>
                <w:noProof/>
              </w:rPr>
              <w:t>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26" w:type="dxa"/>
            <w:noWrap/>
          </w:tcPr>
          <w:p w14:paraId="60EE5122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31AB627D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48CC9140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4952AA89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0365287C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5ACEC0F0" w14:textId="26E4B3BD" w:rsidR="00E85637" w:rsidRDefault="00B7608B" w:rsidP="00D445F2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3-2.1/</w:t>
            </w:r>
            <w:r w:rsidR="00D267F8">
              <w:rPr>
                <w:noProof/>
              </w:rPr>
              <w:t>2023/4186</w:t>
            </w:r>
            <w:r>
              <w:fldChar w:fldCharType="end"/>
            </w:r>
            <w:bookmarkEnd w:id="1"/>
          </w:p>
        </w:tc>
      </w:tr>
      <w:tr w:rsidR="00E85637" w14:paraId="3DF30C85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6AED2AD3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2790D40B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7A237958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034255B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5B89E222" w14:textId="77777777" w:rsidR="00E85637" w:rsidRDefault="00E85637">
      <w:pPr>
        <w:rPr>
          <w:spacing w:val="0"/>
          <w:position w:val="0"/>
          <w:sz w:val="20"/>
        </w:rPr>
      </w:pPr>
    </w:p>
    <w:p w14:paraId="53B51688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GB" w:eastAsia="en-GB"/>
        </w:rPr>
        <w:drawing>
          <wp:inline distT="0" distB="0" distL="0" distR="0" wp14:anchorId="05FFEBEE" wp14:editId="460AC734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E33A0" w14:textId="77777777" w:rsidR="00C66170" w:rsidRDefault="00C66170" w:rsidP="0058282E">
      <w:pPr>
        <w:pStyle w:val="Pealkiri1"/>
      </w:pPr>
    </w:p>
    <w:p w14:paraId="387F6142" w14:textId="77777777" w:rsidR="00C66170" w:rsidRDefault="00C66170" w:rsidP="0058282E">
      <w:pPr>
        <w:pStyle w:val="Pealkiri1"/>
      </w:pPr>
    </w:p>
    <w:p w14:paraId="09C2FC8B" w14:textId="77777777" w:rsidR="00E85637" w:rsidRDefault="00B06906" w:rsidP="0058282E">
      <w:pPr>
        <w:pStyle w:val="Pealkiri1"/>
        <w:rPr>
          <w:noProof/>
        </w:rPr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FIRST CAPITAL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Pr="00B06906">
        <w:t>Lageraie kooskõlastamine tee kaitsevööndis</w:t>
      </w:r>
      <w:r w:rsidRPr="00B06906">
        <w:fldChar w:fldCharType="end"/>
      </w:r>
    </w:p>
    <w:p w14:paraId="185F12A0" w14:textId="77777777" w:rsidR="00E85637" w:rsidRDefault="00E85637"/>
    <w:p w14:paraId="125A4B76" w14:textId="77777777" w:rsidR="00E85637" w:rsidRDefault="00E85637">
      <w:pPr>
        <w:rPr>
          <w:sz w:val="26"/>
        </w:rPr>
      </w:pPr>
    </w:p>
    <w:p w14:paraId="2D0D9E59" w14:textId="77777777" w:rsidR="00F666AD" w:rsidRPr="00F666AD" w:rsidRDefault="00F666AD" w:rsidP="00F666AD">
      <w:pPr>
        <w:jc w:val="both"/>
      </w:pPr>
      <w:r w:rsidRPr="00F666AD">
        <w:t>Lähtuvalt Ehitusseadustiku § 72 lg 1 p 4 ja § 70 lg 3 palub RMK Edela regioon kooskõlastada kohaliku tee kaitsevööndisse jäävad lageraied (Lisa 1).</w:t>
      </w:r>
    </w:p>
    <w:p w14:paraId="510943F0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8041A6" w14:textId="77777777" w:rsidR="001D139F" w:rsidRDefault="001D139F"/>
    <w:p w14:paraId="326379FD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2D4B9BFA" w14:textId="77777777" w:rsidR="00E85637" w:rsidRDefault="00E85637"/>
    <w:p w14:paraId="48ABA115" w14:textId="77777777" w:rsidR="00E85637" w:rsidRDefault="00E85637"/>
    <w:p w14:paraId="7B4F859B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4C5897D" w14:textId="77777777" w:rsidR="00E85637" w:rsidRDefault="00E85637"/>
    <w:p w14:paraId="193855C2" w14:textId="77777777" w:rsidR="00E85637" w:rsidRDefault="00E85637"/>
    <w:p w14:paraId="213EA2AF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F76F1B">
        <w:rPr>
          <w:spacing w:val="0"/>
          <w:position w:val="0"/>
        </w:rPr>
      </w:r>
      <w:r w:rsidR="00F76F1B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AF3D7AE" w14:textId="77777777" w:rsidR="00E85637" w:rsidRDefault="00E85637"/>
    <w:p w14:paraId="77A632AE" w14:textId="77777777" w:rsidR="00E85637" w:rsidRDefault="00E85637">
      <w:pPr>
        <w:rPr>
          <w:sz w:val="14"/>
        </w:rPr>
      </w:pPr>
    </w:p>
    <w:p w14:paraId="3DF342CF" w14:textId="77777777" w:rsidR="00E85637" w:rsidRDefault="00E85637">
      <w:pPr>
        <w:rPr>
          <w:sz w:val="2"/>
        </w:rPr>
      </w:pPr>
    </w:p>
    <w:p w14:paraId="3856D3F2" w14:textId="77777777" w:rsidR="0058282E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3" w:name="Text30"/>
      <w:r>
        <w:instrText xml:space="preserve"> FORMTEXT </w:instrText>
      </w:r>
      <w:r>
        <w:fldChar w:fldCharType="separate"/>
      </w:r>
      <w:r w:rsidR="00F666AD">
        <w:rPr>
          <w:noProof/>
        </w:rPr>
        <w:t>Sven Soomets</w:t>
      </w:r>
      <w:r>
        <w:fldChar w:fldCharType="end"/>
      </w:r>
      <w:bookmarkEnd w:id="3"/>
    </w:p>
    <w:p w14:paraId="760DAF19" w14:textId="77777777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4" w:name="Text32"/>
      <w:r>
        <w:instrText xml:space="preserve"> FORMTEXT </w:instrText>
      </w:r>
      <w:r>
        <w:fldChar w:fldCharType="separate"/>
      </w:r>
      <w:r w:rsidR="0058282E">
        <w:rPr>
          <w:noProof/>
        </w:rPr>
        <w:t xml:space="preserve">RMK Edela regiooni </w:t>
      </w:r>
      <w:r w:rsidR="00BF058A">
        <w:rPr>
          <w:noProof/>
        </w:rPr>
        <w:t>varumis</w:t>
      </w:r>
      <w:r w:rsidR="0058282E">
        <w:rPr>
          <w:noProof/>
        </w:rPr>
        <w:t>juht</w:t>
      </w:r>
      <w:r>
        <w:fldChar w:fldCharType="end"/>
      </w:r>
      <w:bookmarkEnd w:id="4"/>
    </w:p>
    <w:p w14:paraId="0603372A" w14:textId="77777777" w:rsidR="00E85637" w:rsidRDefault="00E85637"/>
    <w:p w14:paraId="4467FB15" w14:textId="77777777" w:rsidR="00E85637" w:rsidRDefault="00E85637"/>
    <w:p w14:paraId="641830A4" w14:textId="77777777" w:rsidR="00622278" w:rsidRPr="00622278" w:rsidRDefault="00622278" w:rsidP="00622278">
      <w:r w:rsidRPr="00622278">
        <w:t>Lisad: 1. Lageraiete nimekiri</w:t>
      </w:r>
    </w:p>
    <w:p w14:paraId="0F0EDF85" w14:textId="77777777" w:rsidR="00E85637" w:rsidRDefault="00622278" w:rsidP="00622278">
      <w:pPr>
        <w:ind w:firstLine="680"/>
      </w:pPr>
      <w:r w:rsidRPr="00622278">
        <w:t>2. Asendiplaan</w:t>
      </w:r>
    </w:p>
    <w:p w14:paraId="33621C1D" w14:textId="1DE0AEBD" w:rsidR="00F76F1B" w:rsidRDefault="00F76F1B" w:rsidP="00622278">
      <w:pPr>
        <w:ind w:firstLine="680"/>
      </w:pPr>
      <w:r>
        <w:t>3.</w:t>
      </w:r>
      <w:r w:rsidRPr="00F76F1B">
        <w:t xml:space="preserve"> </w:t>
      </w:r>
      <w:r w:rsidRPr="00622278">
        <w:t>Asendiplaan</w:t>
      </w:r>
    </w:p>
    <w:p w14:paraId="26CFE2D0" w14:textId="3C5F06FA" w:rsidR="00F76F1B" w:rsidRDefault="00F76F1B" w:rsidP="00622278">
      <w:pPr>
        <w:ind w:firstLine="680"/>
      </w:pPr>
      <w:r>
        <w:t>4.</w:t>
      </w:r>
      <w:r w:rsidRPr="00F76F1B">
        <w:t xml:space="preserve"> </w:t>
      </w:r>
      <w:r w:rsidRPr="00622278">
        <w:t>Asendiplaan</w:t>
      </w:r>
    </w:p>
    <w:p w14:paraId="48A19FEC" w14:textId="77777777" w:rsidR="00B06906" w:rsidRDefault="00B06906"/>
    <w:p w14:paraId="7B80F9D2" w14:textId="77777777" w:rsidR="00B06906" w:rsidRDefault="00B06906"/>
    <w:p w14:paraId="1DFCEC5F" w14:textId="77777777" w:rsidR="00B06906" w:rsidRDefault="00B06906"/>
    <w:p w14:paraId="0B04AE64" w14:textId="77777777" w:rsidR="00B06906" w:rsidRDefault="00B06906"/>
    <w:p w14:paraId="4DA2D671" w14:textId="77777777" w:rsidR="00356C40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BF058A" w:rsidRPr="00BF058A">
        <w:rPr>
          <w:noProof/>
        </w:rPr>
        <w:t>5</w:t>
      </w:r>
      <w:r w:rsidR="00F666AD">
        <w:rPr>
          <w:noProof/>
        </w:rPr>
        <w:t>052296</w:t>
      </w:r>
      <w:r w:rsidR="00BF058A">
        <w:rPr>
          <w:noProof/>
        </w:rPr>
        <w:t xml:space="preserve">, </w:t>
      </w:r>
      <w:r w:rsidR="00F666AD">
        <w:rPr>
          <w:noProof/>
        </w:rPr>
        <w:t>sven.soomets@rmk.ee</w:t>
      </w:r>
      <w:r>
        <w:fldChar w:fldCharType="end"/>
      </w:r>
    </w:p>
    <w:sectPr w:rsidR="00356C40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21CCE" w14:textId="77777777" w:rsidR="002D747E" w:rsidRDefault="002D747E">
      <w:r>
        <w:separator/>
      </w:r>
    </w:p>
  </w:endnote>
  <w:endnote w:type="continuationSeparator" w:id="0">
    <w:p w14:paraId="24C7D012" w14:textId="77777777" w:rsidR="002D747E" w:rsidRDefault="002D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0A8A6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34608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AF9B4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A2011" w14:textId="77777777" w:rsidR="002D747E" w:rsidRDefault="002D747E">
      <w:r>
        <w:separator/>
      </w:r>
    </w:p>
  </w:footnote>
  <w:footnote w:type="continuationSeparator" w:id="0">
    <w:p w14:paraId="079D166E" w14:textId="77777777" w:rsidR="002D747E" w:rsidRDefault="002D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DA758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93F0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B573C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506433725">
    <w:abstractNumId w:val="0"/>
  </w:num>
  <w:num w:numId="2" w16cid:durableId="117561397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C7A7A"/>
    <w:rsid w:val="000D31BC"/>
    <w:rsid w:val="00124EDA"/>
    <w:rsid w:val="0015432F"/>
    <w:rsid w:val="00187A2D"/>
    <w:rsid w:val="001A75CC"/>
    <w:rsid w:val="001D139F"/>
    <w:rsid w:val="001D6D97"/>
    <w:rsid w:val="001E574A"/>
    <w:rsid w:val="00231DFB"/>
    <w:rsid w:val="002D747E"/>
    <w:rsid w:val="00326150"/>
    <w:rsid w:val="00341953"/>
    <w:rsid w:val="00356C40"/>
    <w:rsid w:val="003747CF"/>
    <w:rsid w:val="00387D1D"/>
    <w:rsid w:val="003A08B0"/>
    <w:rsid w:val="003A5ACD"/>
    <w:rsid w:val="003B425C"/>
    <w:rsid w:val="004140A0"/>
    <w:rsid w:val="00436506"/>
    <w:rsid w:val="00464B47"/>
    <w:rsid w:val="00491E34"/>
    <w:rsid w:val="00501356"/>
    <w:rsid w:val="0058282E"/>
    <w:rsid w:val="00622278"/>
    <w:rsid w:val="006228CF"/>
    <w:rsid w:val="00626C62"/>
    <w:rsid w:val="00671C7C"/>
    <w:rsid w:val="006808C0"/>
    <w:rsid w:val="006D2B4E"/>
    <w:rsid w:val="006F1572"/>
    <w:rsid w:val="00704BBF"/>
    <w:rsid w:val="0075211E"/>
    <w:rsid w:val="007B7275"/>
    <w:rsid w:val="007C15E1"/>
    <w:rsid w:val="007E0D20"/>
    <w:rsid w:val="007F482F"/>
    <w:rsid w:val="00845FCB"/>
    <w:rsid w:val="00855309"/>
    <w:rsid w:val="00876974"/>
    <w:rsid w:val="008B1038"/>
    <w:rsid w:val="008C0A3A"/>
    <w:rsid w:val="00A32611"/>
    <w:rsid w:val="00A45736"/>
    <w:rsid w:val="00A9445B"/>
    <w:rsid w:val="00AA6DA9"/>
    <w:rsid w:val="00B06906"/>
    <w:rsid w:val="00B7608B"/>
    <w:rsid w:val="00BF058A"/>
    <w:rsid w:val="00C32B5E"/>
    <w:rsid w:val="00C52479"/>
    <w:rsid w:val="00C66170"/>
    <w:rsid w:val="00C67247"/>
    <w:rsid w:val="00CD6417"/>
    <w:rsid w:val="00D267F8"/>
    <w:rsid w:val="00D34BF1"/>
    <w:rsid w:val="00D445F2"/>
    <w:rsid w:val="00DD1FC8"/>
    <w:rsid w:val="00E57378"/>
    <w:rsid w:val="00E7760F"/>
    <w:rsid w:val="00E85637"/>
    <w:rsid w:val="00EC5BAE"/>
    <w:rsid w:val="00F04FCF"/>
    <w:rsid w:val="00F666AD"/>
    <w:rsid w:val="00F76F1B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2495EB8"/>
  <w15:docId w15:val="{BF13BBB4-E3FF-4C52-9F81-B1CDBC6C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64AB-3E18-403C-837B-0650BD41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6</TotalTime>
  <Pages>1</Pages>
  <Words>60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674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Sven Soomets</cp:lastModifiedBy>
  <cp:revision>3</cp:revision>
  <cp:lastPrinted>2019-11-11T10:02:00Z</cp:lastPrinted>
  <dcterms:created xsi:type="dcterms:W3CDTF">2023-06-29T13:06:00Z</dcterms:created>
  <dcterms:modified xsi:type="dcterms:W3CDTF">2023-06-30T05:42:00Z</dcterms:modified>
</cp:coreProperties>
</file>